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533616D1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A430E4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A430E4">
        <w:rPr>
          <w:rStyle w:val="Zvraznn"/>
        </w:rPr>
        <w:t>11</w:t>
      </w:r>
      <w:r w:rsidR="00A8346D" w:rsidRPr="00A430E4">
        <w:rPr>
          <w:rStyle w:val="Zvraznn"/>
        </w:rPr>
        <w:t xml:space="preserve">.2. a </w:t>
      </w:r>
      <w:r w:rsidR="00A9214E" w:rsidRPr="00A430E4">
        <w:rPr>
          <w:rStyle w:val="Zvraznn"/>
        </w:rPr>
        <w:t>11</w:t>
      </w:r>
      <w:r w:rsidRPr="00A430E4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90D4E6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84E54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84E54" w:rsidRPr="00B84E54">
        <w:rPr>
          <w:rStyle w:val="Siln"/>
        </w:rPr>
        <w:t>Kontinuální čistící laser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CB31C" w14:textId="77777777" w:rsidR="00CC11C9" w:rsidRDefault="00CC11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391CCED2" w:rsidR="00F1715C" w:rsidRDefault="00B151DE" w:rsidP="00BF598F">
          <w:pPr>
            <w:pStyle w:val="Zpat"/>
            <w:spacing w:before="0"/>
            <w:jc w:val="left"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62FD93D" w14:textId="77777777" w:rsidR="00CC11C9" w:rsidRPr="00B35AEF" w:rsidRDefault="00CC11C9" w:rsidP="00CC11C9">
          <w:pPr>
            <w:pStyle w:val="Zpat"/>
            <w:spacing w:before="0"/>
            <w:rPr>
              <w:b/>
              <w:bCs/>
            </w:rPr>
          </w:pPr>
          <w:r w:rsidRPr="00B35AEF">
            <w:rPr>
              <w:b/>
              <w:bCs/>
            </w:rPr>
            <w:t>Oblastní ředitelství Brno</w:t>
          </w:r>
        </w:p>
        <w:p w14:paraId="04ADEF7A" w14:textId="77777777" w:rsidR="00CC11C9" w:rsidRPr="00B35AEF" w:rsidRDefault="00CC11C9" w:rsidP="00CC11C9">
          <w:pPr>
            <w:pStyle w:val="Zpat"/>
            <w:spacing w:before="0"/>
            <w:rPr>
              <w:b/>
              <w:bCs/>
            </w:rPr>
          </w:pPr>
          <w:r w:rsidRPr="00B35AEF">
            <w:rPr>
              <w:b/>
              <w:bCs/>
            </w:rPr>
            <w:t>Kounicova 26</w:t>
          </w:r>
        </w:p>
        <w:p w14:paraId="59466B9A" w14:textId="1FC8C788" w:rsidR="00F1715C" w:rsidRDefault="00CC11C9" w:rsidP="00CC11C9">
          <w:pPr>
            <w:pStyle w:val="Zpat"/>
            <w:spacing w:before="0"/>
          </w:pPr>
          <w:r w:rsidRPr="00B35AEF">
            <w:rPr>
              <w:b/>
              <w:bCs/>
            </w:rPr>
            <w:t>611 43 Brno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FDDB" w14:textId="77777777" w:rsidR="00CC11C9" w:rsidRDefault="00CC11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97153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455A2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430E4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4B98"/>
    <w:rsid w:val="00B84E54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C11C9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84B98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Jurmanová Patricie</cp:lastModifiedBy>
  <cp:revision>14</cp:revision>
  <cp:lastPrinted>2017-11-28T17:18:00Z</cp:lastPrinted>
  <dcterms:created xsi:type="dcterms:W3CDTF">2023-02-27T12:40:00Z</dcterms:created>
  <dcterms:modified xsi:type="dcterms:W3CDTF">2025-10-02T10:21:00Z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